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3DA8" w:rsidRDefault="004A3DA8" w:rsidP="00CF241D">
      <w:pPr>
        <w:pStyle w:val="ConsTitle"/>
        <w:widowControl/>
        <w:ind w:left="-360" w:right="0" w:firstLine="180"/>
        <w:jc w:val="center"/>
        <w:outlineLvl w:val="0"/>
        <w:rPr>
          <w:rFonts w:ascii="Times New Roman" w:hAnsi="Times New Roman"/>
          <w:noProof/>
          <w:sz w:val="24"/>
          <w:szCs w:val="24"/>
        </w:rPr>
      </w:pPr>
    </w:p>
    <w:p w:rsidR="004A3DA8" w:rsidRPr="00CF241D" w:rsidRDefault="004A3DA8" w:rsidP="00CF241D">
      <w:pPr>
        <w:pStyle w:val="ConsTitle"/>
        <w:widowControl/>
        <w:ind w:left="-360" w:right="0" w:firstLine="180"/>
        <w:jc w:val="center"/>
        <w:outlineLvl w:val="0"/>
        <w:rPr>
          <w:rFonts w:ascii="Times New Roman" w:hAnsi="Times New Roman"/>
          <w:sz w:val="24"/>
          <w:szCs w:val="24"/>
        </w:rPr>
      </w:pPr>
      <w:r w:rsidRPr="00722859">
        <w:rPr>
          <w:rFonts w:ascii="Times New Roman" w:hAnsi="Times New Roman"/>
          <w:noProof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Герб черный-7" style="width:57pt;height:57pt;visibility:visible">
            <v:imagedata r:id="rId7" o:title="" blacklevel="1966f"/>
          </v:shape>
        </w:pict>
      </w:r>
    </w:p>
    <w:p w:rsidR="004A3DA8" w:rsidRPr="00CF241D" w:rsidRDefault="004A3DA8" w:rsidP="00CF241D">
      <w:pPr>
        <w:pStyle w:val="ConsTitle"/>
        <w:widowControl/>
        <w:ind w:right="0"/>
        <w:jc w:val="center"/>
        <w:outlineLvl w:val="0"/>
        <w:rPr>
          <w:rFonts w:ascii="Times New Roman" w:hAnsi="Times New Roman"/>
          <w:sz w:val="24"/>
          <w:szCs w:val="24"/>
          <w:u w:val="single"/>
        </w:rPr>
      </w:pPr>
    </w:p>
    <w:p w:rsidR="004A3DA8" w:rsidRPr="00CF241D" w:rsidRDefault="004A3DA8" w:rsidP="00CF241D">
      <w:pPr>
        <w:pStyle w:val="ConsTitle"/>
        <w:widowControl/>
        <w:ind w:right="0"/>
        <w:jc w:val="center"/>
        <w:outlineLvl w:val="0"/>
        <w:rPr>
          <w:rFonts w:ascii="Times New Roman" w:hAnsi="Times New Roman"/>
          <w:sz w:val="24"/>
          <w:szCs w:val="24"/>
          <w:u w:val="single"/>
        </w:rPr>
      </w:pPr>
      <w:r w:rsidRPr="00CF241D">
        <w:rPr>
          <w:rFonts w:ascii="Times New Roman" w:hAnsi="Times New Roman"/>
          <w:sz w:val="24"/>
          <w:szCs w:val="24"/>
          <w:u w:val="single"/>
        </w:rPr>
        <w:t xml:space="preserve">СОВЕТ ДЕПУТАТОВ </w:t>
      </w:r>
    </w:p>
    <w:p w:rsidR="004A3DA8" w:rsidRPr="00CF241D" w:rsidRDefault="004A3DA8" w:rsidP="00CF241D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  <w:u w:val="single"/>
        </w:rPr>
      </w:pPr>
      <w:r w:rsidRPr="00CF241D">
        <w:rPr>
          <w:rFonts w:ascii="Times New Roman" w:hAnsi="Times New Roman"/>
          <w:sz w:val="24"/>
          <w:szCs w:val="24"/>
          <w:u w:val="single"/>
        </w:rPr>
        <w:t xml:space="preserve">САПОГОВСКОГО СЕЛЬСОВЕТА </w:t>
      </w:r>
    </w:p>
    <w:p w:rsidR="004A3DA8" w:rsidRDefault="004A3DA8" w:rsidP="00CF241D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</w:rPr>
      </w:pPr>
    </w:p>
    <w:p w:rsidR="004A3DA8" w:rsidRPr="00CF241D" w:rsidRDefault="004A3DA8" w:rsidP="00CF241D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</w:rPr>
      </w:pPr>
      <w:r w:rsidRPr="00CF241D">
        <w:rPr>
          <w:rFonts w:ascii="Times New Roman" w:hAnsi="Times New Roman"/>
          <w:sz w:val="24"/>
          <w:szCs w:val="24"/>
        </w:rPr>
        <w:t xml:space="preserve">           </w:t>
      </w:r>
    </w:p>
    <w:p w:rsidR="004A3DA8" w:rsidRPr="00CF241D" w:rsidRDefault="004A3DA8" w:rsidP="00987085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</w:rPr>
      </w:pPr>
      <w:r w:rsidRPr="00CF241D">
        <w:rPr>
          <w:rFonts w:ascii="Times New Roman" w:hAnsi="Times New Roman"/>
          <w:sz w:val="24"/>
          <w:szCs w:val="24"/>
        </w:rPr>
        <w:t xml:space="preserve">РЕШЕНИЕ                                                         </w:t>
      </w:r>
    </w:p>
    <w:p w:rsidR="004A3DA8" w:rsidRPr="00CF241D" w:rsidRDefault="004A3DA8" w:rsidP="00987085">
      <w:pPr>
        <w:pStyle w:val="ConsTitle"/>
        <w:widowControl/>
        <w:ind w:right="0"/>
        <w:outlineLvl w:val="0"/>
        <w:rPr>
          <w:rFonts w:ascii="Times New Roman" w:hAnsi="Times New Roman"/>
          <w:sz w:val="24"/>
          <w:szCs w:val="24"/>
        </w:rPr>
      </w:pPr>
      <w:r w:rsidRPr="00CF241D">
        <w:rPr>
          <w:rFonts w:ascii="Times New Roman" w:hAnsi="Times New Roman"/>
          <w:sz w:val="24"/>
          <w:szCs w:val="24"/>
        </w:rPr>
        <w:t xml:space="preserve">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                    </w:t>
      </w:r>
      <w:r w:rsidRPr="00CF241D">
        <w:rPr>
          <w:rFonts w:ascii="Times New Roman" w:hAnsi="Times New Roman"/>
          <w:sz w:val="24"/>
          <w:szCs w:val="24"/>
        </w:rPr>
        <w:t xml:space="preserve"> </w:t>
      </w:r>
    </w:p>
    <w:p w:rsidR="004A3DA8" w:rsidRPr="00CF241D" w:rsidRDefault="004A3DA8" w:rsidP="00CF241D">
      <w:pPr>
        <w:pStyle w:val="ConsTitle"/>
        <w:widowControl/>
        <w:ind w:right="0"/>
        <w:outlineLvl w:val="0"/>
        <w:rPr>
          <w:rFonts w:ascii="Times New Roman" w:hAnsi="Times New Roman"/>
          <w:sz w:val="24"/>
          <w:szCs w:val="24"/>
        </w:rPr>
      </w:pPr>
      <w:r w:rsidRPr="00CF241D">
        <w:rPr>
          <w:rFonts w:ascii="Times New Roman" w:hAnsi="Times New Roman"/>
          <w:sz w:val="24"/>
          <w:szCs w:val="24"/>
        </w:rPr>
        <w:t xml:space="preserve">                                          </w:t>
      </w:r>
    </w:p>
    <w:p w:rsidR="004A3DA8" w:rsidRDefault="004A3DA8" w:rsidP="00F9623E">
      <w:pPr>
        <w:pStyle w:val="ConsTitle"/>
        <w:widowControl/>
        <w:ind w:right="0"/>
        <w:outlineLvl w:val="0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 xml:space="preserve">              «  16</w:t>
      </w:r>
      <w:r w:rsidRPr="0022089C">
        <w:rPr>
          <w:rFonts w:ascii="Times New Roman" w:hAnsi="Times New Roman"/>
          <w:b w:val="0"/>
          <w:sz w:val="24"/>
          <w:szCs w:val="24"/>
        </w:rPr>
        <w:t xml:space="preserve">  »  </w:t>
      </w:r>
      <w:r>
        <w:rPr>
          <w:rFonts w:ascii="Times New Roman" w:hAnsi="Times New Roman"/>
          <w:b w:val="0"/>
          <w:sz w:val="24"/>
          <w:szCs w:val="24"/>
        </w:rPr>
        <w:t>сентября</w:t>
      </w:r>
      <w:r w:rsidRPr="0022089C">
        <w:rPr>
          <w:rFonts w:ascii="Times New Roman" w:hAnsi="Times New Roman"/>
          <w:b w:val="0"/>
          <w:sz w:val="24"/>
          <w:szCs w:val="24"/>
        </w:rPr>
        <w:t xml:space="preserve">   2016г.                аал Сапогов</w:t>
      </w:r>
      <w:r w:rsidRPr="0022089C">
        <w:rPr>
          <w:rFonts w:ascii="Arial Black" w:hAnsi="Arial Black"/>
          <w:b w:val="0"/>
          <w:sz w:val="24"/>
          <w:szCs w:val="24"/>
        </w:rPr>
        <w:t xml:space="preserve">                                 </w:t>
      </w:r>
      <w:r>
        <w:rPr>
          <w:rFonts w:ascii="Times New Roman" w:hAnsi="Times New Roman"/>
          <w:b w:val="0"/>
          <w:sz w:val="24"/>
          <w:szCs w:val="24"/>
        </w:rPr>
        <w:t>№ 39</w:t>
      </w:r>
    </w:p>
    <w:p w:rsidR="004A3DA8" w:rsidRPr="00BD096B" w:rsidRDefault="004A3DA8" w:rsidP="00F9623E">
      <w:pPr>
        <w:pStyle w:val="ConsTitle"/>
        <w:widowControl/>
        <w:ind w:right="0"/>
        <w:outlineLvl w:val="0"/>
        <w:rPr>
          <w:rFonts w:ascii="Times New Roman" w:hAnsi="Times New Roman"/>
          <w:b w:val="0"/>
          <w:sz w:val="24"/>
          <w:szCs w:val="24"/>
        </w:rPr>
      </w:pPr>
    </w:p>
    <w:p w:rsidR="004A3DA8" w:rsidRPr="00CF241D" w:rsidRDefault="004A3DA8" w:rsidP="00CF241D">
      <w:pPr>
        <w:ind w:left="-720" w:right="-185"/>
        <w:jc w:val="center"/>
        <w:rPr>
          <w:rFonts w:ascii="Times New Roman" w:hAnsi="Times New Roman"/>
          <w:b/>
          <w:sz w:val="24"/>
          <w:szCs w:val="24"/>
        </w:rPr>
      </w:pPr>
      <w:r w:rsidRPr="00CF241D">
        <w:rPr>
          <w:rFonts w:ascii="Times New Roman" w:hAnsi="Times New Roman"/>
          <w:b/>
          <w:sz w:val="24"/>
          <w:szCs w:val="24"/>
        </w:rPr>
        <w:t xml:space="preserve">О </w:t>
      </w:r>
      <w:r>
        <w:rPr>
          <w:rFonts w:ascii="Times New Roman" w:hAnsi="Times New Roman"/>
          <w:b/>
          <w:sz w:val="24"/>
          <w:szCs w:val="24"/>
        </w:rPr>
        <w:t xml:space="preserve">внесении изменений в Решение Совета депутатов  </w:t>
      </w:r>
      <w:r w:rsidRPr="00CF241D">
        <w:rPr>
          <w:rFonts w:ascii="Times New Roman" w:hAnsi="Times New Roman"/>
          <w:b/>
          <w:sz w:val="24"/>
          <w:szCs w:val="24"/>
        </w:rPr>
        <w:t>Сапоговск</w:t>
      </w:r>
      <w:r>
        <w:rPr>
          <w:rFonts w:ascii="Times New Roman" w:hAnsi="Times New Roman"/>
          <w:b/>
          <w:sz w:val="24"/>
          <w:szCs w:val="24"/>
        </w:rPr>
        <w:t>ого сельсовета от 29.12.2015г №14 «О бюджете муниципального образования Сапоговский сельсовет Усть-Абаканского района Республики Хакасия на 2016год и плановый период 2017-2018годов», с последующими изменениями № 24 от 26.02.2016г.,от 20.04.2016г.№27., № 33 от 22.06.2016г.; №37 от 05.08.2016г</w:t>
      </w:r>
    </w:p>
    <w:p w:rsidR="004A3DA8" w:rsidRDefault="004A3DA8" w:rsidP="00696339">
      <w:pPr>
        <w:spacing w:after="0" w:line="240" w:lineRule="auto"/>
        <w:ind w:left="-720" w:right="-187"/>
        <w:jc w:val="both"/>
        <w:rPr>
          <w:rFonts w:ascii="Times New Roman" w:hAnsi="Times New Roman"/>
          <w:sz w:val="24"/>
          <w:szCs w:val="24"/>
        </w:rPr>
      </w:pPr>
      <w:r w:rsidRPr="00BC1918">
        <w:rPr>
          <w:rFonts w:ascii="Times New Roman" w:hAnsi="Times New Roman"/>
          <w:sz w:val="24"/>
          <w:szCs w:val="24"/>
        </w:rPr>
        <w:t>Заслушав и обсудив представленный главой муниципального образования Сапоговский</w:t>
      </w:r>
      <w:r w:rsidRPr="00CF241D">
        <w:rPr>
          <w:rFonts w:ascii="Times New Roman" w:hAnsi="Times New Roman"/>
          <w:sz w:val="24"/>
          <w:szCs w:val="24"/>
        </w:rPr>
        <w:t xml:space="preserve"> сельсовет  Усть-Абаканского района Республики Хакасия </w:t>
      </w:r>
      <w:r>
        <w:rPr>
          <w:rFonts w:ascii="Times New Roman" w:hAnsi="Times New Roman"/>
          <w:sz w:val="24"/>
          <w:szCs w:val="24"/>
        </w:rPr>
        <w:t xml:space="preserve">изменения в Решение Совета депутатов от 29.12.2015г №14 «О бюджете муниципального образования Сапоговский сельсовет Усть-Абаканского района Республики Хакасия на 2016год и плановый перод 2017-2018годов», </w:t>
      </w:r>
      <w:r w:rsidRPr="00CF241D">
        <w:rPr>
          <w:rFonts w:ascii="Times New Roman" w:hAnsi="Times New Roman"/>
          <w:sz w:val="24"/>
          <w:szCs w:val="24"/>
        </w:rPr>
        <w:t>в соот</w:t>
      </w:r>
      <w:r>
        <w:rPr>
          <w:rFonts w:ascii="Times New Roman" w:hAnsi="Times New Roman"/>
          <w:sz w:val="24"/>
          <w:szCs w:val="24"/>
        </w:rPr>
        <w:t>ветствии со ст.9,39,47,87,92,93,</w:t>
      </w:r>
      <w:r w:rsidRPr="00CF241D">
        <w:rPr>
          <w:rFonts w:ascii="Times New Roman" w:hAnsi="Times New Roman"/>
          <w:sz w:val="24"/>
          <w:szCs w:val="24"/>
        </w:rPr>
        <w:t>96,153,154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241D">
        <w:rPr>
          <w:rFonts w:ascii="Times New Roman" w:hAnsi="Times New Roman"/>
          <w:sz w:val="24"/>
          <w:szCs w:val="24"/>
        </w:rPr>
        <w:t>Бюджетного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241D">
        <w:rPr>
          <w:rFonts w:ascii="Times New Roman" w:hAnsi="Times New Roman"/>
          <w:sz w:val="24"/>
          <w:szCs w:val="24"/>
        </w:rPr>
        <w:t>Кодекса Российской Федерации</w:t>
      </w:r>
      <w:r>
        <w:rPr>
          <w:rFonts w:ascii="Times New Roman" w:hAnsi="Times New Roman"/>
          <w:sz w:val="24"/>
          <w:szCs w:val="24"/>
        </w:rPr>
        <w:t xml:space="preserve">,п.10,п2 ст.35Федерального Закона </w:t>
      </w:r>
      <w:r w:rsidRPr="00CF241D">
        <w:rPr>
          <w:rFonts w:ascii="Times New Roman" w:hAnsi="Times New Roman"/>
          <w:sz w:val="24"/>
          <w:szCs w:val="24"/>
        </w:rPr>
        <w:t xml:space="preserve"> 131-ФЗ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241D">
        <w:rPr>
          <w:rFonts w:ascii="Times New Roman" w:hAnsi="Times New Roman"/>
          <w:sz w:val="24"/>
          <w:szCs w:val="24"/>
        </w:rPr>
        <w:t>«Об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241D">
        <w:rPr>
          <w:rFonts w:ascii="Times New Roman" w:hAnsi="Times New Roman"/>
          <w:sz w:val="24"/>
          <w:szCs w:val="24"/>
        </w:rPr>
        <w:t xml:space="preserve">общих принципах организации местного самоуправления в Российской Федерации» </w:t>
      </w:r>
      <w:r>
        <w:rPr>
          <w:rFonts w:ascii="Times New Roman" w:hAnsi="Times New Roman"/>
          <w:sz w:val="24"/>
          <w:szCs w:val="24"/>
        </w:rPr>
        <w:t>(</w:t>
      </w:r>
      <w:r w:rsidRPr="00CF241D">
        <w:rPr>
          <w:rFonts w:ascii="Times New Roman" w:hAnsi="Times New Roman"/>
          <w:sz w:val="24"/>
          <w:szCs w:val="24"/>
        </w:rPr>
        <w:t xml:space="preserve">в редакции </w:t>
      </w:r>
      <w:r>
        <w:rPr>
          <w:rFonts w:ascii="Times New Roman" w:hAnsi="Times New Roman"/>
          <w:sz w:val="24"/>
          <w:szCs w:val="24"/>
        </w:rPr>
        <w:t>Федерального закона от 16.10.2012г. №173-ФЗ),</w:t>
      </w:r>
      <w:r w:rsidRPr="00CF241D">
        <w:rPr>
          <w:rFonts w:ascii="Times New Roman" w:hAnsi="Times New Roman"/>
          <w:sz w:val="24"/>
          <w:szCs w:val="24"/>
        </w:rPr>
        <w:t xml:space="preserve"> ст.29 У</w:t>
      </w:r>
      <w:r>
        <w:rPr>
          <w:rFonts w:ascii="Times New Roman" w:hAnsi="Times New Roman"/>
          <w:sz w:val="24"/>
          <w:szCs w:val="24"/>
        </w:rPr>
        <w:t>става  Сапоговского</w:t>
      </w:r>
      <w:r w:rsidRPr="00CF241D">
        <w:rPr>
          <w:rFonts w:ascii="Times New Roman" w:hAnsi="Times New Roman"/>
          <w:sz w:val="24"/>
          <w:szCs w:val="24"/>
        </w:rPr>
        <w:t xml:space="preserve"> сельсовет</w:t>
      </w:r>
      <w:r>
        <w:rPr>
          <w:rFonts w:ascii="Times New Roman" w:hAnsi="Times New Roman"/>
          <w:sz w:val="24"/>
          <w:szCs w:val="24"/>
        </w:rPr>
        <w:t>а</w:t>
      </w:r>
      <w:r w:rsidRPr="00CF241D">
        <w:rPr>
          <w:rFonts w:ascii="Times New Roman" w:hAnsi="Times New Roman"/>
          <w:sz w:val="24"/>
          <w:szCs w:val="24"/>
        </w:rPr>
        <w:t xml:space="preserve"> Усть-Абаканского района Республики Хакасия</w:t>
      </w:r>
      <w:r>
        <w:rPr>
          <w:rFonts w:ascii="Times New Roman" w:hAnsi="Times New Roman"/>
          <w:sz w:val="24"/>
          <w:szCs w:val="24"/>
        </w:rPr>
        <w:t>,</w:t>
      </w:r>
    </w:p>
    <w:p w:rsidR="004A3DA8" w:rsidRDefault="004A3DA8" w:rsidP="00696339">
      <w:pPr>
        <w:spacing w:after="0" w:line="240" w:lineRule="auto"/>
        <w:ind w:left="-720" w:right="-187"/>
        <w:jc w:val="both"/>
        <w:rPr>
          <w:rFonts w:ascii="Times New Roman" w:hAnsi="Times New Roman"/>
          <w:sz w:val="24"/>
          <w:szCs w:val="24"/>
        </w:rPr>
      </w:pPr>
      <w:r w:rsidRPr="00CF241D">
        <w:rPr>
          <w:rFonts w:ascii="Times New Roman" w:hAnsi="Times New Roman"/>
          <w:sz w:val="24"/>
          <w:szCs w:val="24"/>
        </w:rPr>
        <w:t xml:space="preserve">Совет депутатов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r w:rsidRPr="00CF241D">
        <w:rPr>
          <w:rFonts w:ascii="Times New Roman" w:hAnsi="Times New Roman"/>
          <w:sz w:val="24"/>
          <w:szCs w:val="24"/>
        </w:rPr>
        <w:t>Сапоговского</w:t>
      </w:r>
      <w:r>
        <w:rPr>
          <w:rFonts w:ascii="Times New Roman" w:hAnsi="Times New Roman"/>
          <w:sz w:val="24"/>
          <w:szCs w:val="24"/>
        </w:rPr>
        <w:t xml:space="preserve"> сельсовета </w:t>
      </w:r>
    </w:p>
    <w:p w:rsidR="004A3DA8" w:rsidRDefault="004A3DA8" w:rsidP="00696339">
      <w:pPr>
        <w:spacing w:after="120" w:line="240" w:lineRule="auto"/>
        <w:ind w:left="-720" w:right="-187"/>
        <w:jc w:val="both"/>
        <w:rPr>
          <w:rFonts w:ascii="Times New Roman" w:hAnsi="Times New Roman"/>
          <w:sz w:val="24"/>
          <w:szCs w:val="24"/>
        </w:rPr>
      </w:pPr>
      <w:r w:rsidRPr="00562A70">
        <w:rPr>
          <w:rFonts w:ascii="Times New Roman" w:hAnsi="Times New Roman"/>
          <w:b/>
          <w:sz w:val="24"/>
          <w:szCs w:val="24"/>
        </w:rPr>
        <w:t>РЕШИЛ</w:t>
      </w:r>
      <w:r w:rsidRPr="00CF241D">
        <w:rPr>
          <w:rFonts w:ascii="Times New Roman" w:hAnsi="Times New Roman"/>
          <w:sz w:val="24"/>
          <w:szCs w:val="24"/>
        </w:rPr>
        <w:t>:</w:t>
      </w:r>
    </w:p>
    <w:p w:rsidR="004A3DA8" w:rsidRDefault="004A3DA8" w:rsidP="00696339">
      <w:pPr>
        <w:spacing w:after="120" w:line="240" w:lineRule="auto"/>
        <w:ind w:left="-720" w:right="-18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Внести в Р</w:t>
      </w:r>
      <w:r w:rsidRPr="002C122C">
        <w:rPr>
          <w:rFonts w:ascii="Times New Roman" w:hAnsi="Times New Roman"/>
          <w:sz w:val="24"/>
          <w:szCs w:val="24"/>
        </w:rPr>
        <w:t>ешение Совета депутатов муниципального образования Сапоговский сельсовет №14 от 29.12.2015г «О бюджете муниципального образования Сапоговский сельсовет Усть</w:t>
      </w:r>
      <w:r>
        <w:rPr>
          <w:rFonts w:ascii="Times New Roman" w:hAnsi="Times New Roman"/>
          <w:sz w:val="24"/>
          <w:szCs w:val="24"/>
        </w:rPr>
        <w:t>-Абаканского района Республики Хакасия на 2016год и плановый период 2017-2018годов» следующие изменения:</w:t>
      </w:r>
      <w:r w:rsidRPr="00CF241D">
        <w:rPr>
          <w:rFonts w:ascii="Times New Roman" w:hAnsi="Times New Roman"/>
          <w:sz w:val="24"/>
          <w:szCs w:val="24"/>
        </w:rPr>
        <w:t xml:space="preserve"> </w:t>
      </w:r>
    </w:p>
    <w:p w:rsidR="004A3DA8" w:rsidRDefault="004A3DA8" w:rsidP="00633E06">
      <w:pPr>
        <w:spacing w:after="0" w:line="240" w:lineRule="auto"/>
        <w:ind w:left="-720" w:right="-18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В п.п.1.1 части 1 статьи 1 слова «общий объем доходов бюджета поселения в сумме </w:t>
      </w:r>
    </w:p>
    <w:p w:rsidR="004A3DA8" w:rsidRDefault="004A3DA8" w:rsidP="00633E06">
      <w:pPr>
        <w:spacing w:after="0" w:line="240" w:lineRule="auto"/>
        <w:ind w:left="-720" w:right="-18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6 976 078,00рублей» заменить словами «общий объем доходов бюджета поселения в сумме </w:t>
      </w:r>
    </w:p>
    <w:p w:rsidR="004A3DA8" w:rsidRDefault="004A3DA8" w:rsidP="00633E06">
      <w:pPr>
        <w:spacing w:after="0" w:line="240" w:lineRule="auto"/>
        <w:ind w:left="-720" w:right="-18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8 552 818,00рублей»</w:t>
      </w:r>
    </w:p>
    <w:p w:rsidR="004A3DA8" w:rsidRDefault="004A3DA8" w:rsidP="00633E06">
      <w:pPr>
        <w:spacing w:after="0" w:line="240" w:lineRule="auto"/>
        <w:ind w:left="-720" w:right="-18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-в части 1 пункта 1.2.статьи 1 слова «общий объем расходов бюджета поселения в сумме 7 469 350,84рублей» заменить словами «общий объем расходов бюджета поселения в сумме</w:t>
      </w:r>
    </w:p>
    <w:p w:rsidR="004A3DA8" w:rsidRDefault="004A3DA8" w:rsidP="00633E06">
      <w:pPr>
        <w:spacing w:after="0" w:line="240" w:lineRule="auto"/>
        <w:ind w:left="-720" w:right="-18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9 046 090,84рублей»</w:t>
      </w:r>
    </w:p>
    <w:p w:rsidR="004A3DA8" w:rsidRDefault="004A3DA8" w:rsidP="00633E06">
      <w:pPr>
        <w:spacing w:after="0" w:line="240" w:lineRule="auto"/>
        <w:ind w:left="-720" w:right="-18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-в Приложении №2 «Объем поступлений доходов в бюджет муниципального образования Сапоговский сельсовет Усть-Абаканского района Республики Хакасия на 2016год»:</w:t>
      </w:r>
    </w:p>
    <w:p w:rsidR="004A3DA8" w:rsidRDefault="004A3DA8" w:rsidP="00633E06">
      <w:pPr>
        <w:spacing w:after="0" w:line="240" w:lineRule="auto"/>
        <w:ind w:left="-720" w:right="-18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-сумму 6 976 078,00рублей читать 8 552 818,00рублей.</w:t>
      </w:r>
    </w:p>
    <w:p w:rsidR="004A3DA8" w:rsidRDefault="004A3DA8" w:rsidP="00633E06">
      <w:pPr>
        <w:spacing w:after="0" w:line="240" w:lineRule="auto"/>
        <w:ind w:left="-720" w:right="-18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-код доходов 000 1 01 02010 01 0000 110 «Налог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227.227.1 и 228 Налогового кодекса Российской Федерации» сумму 2 649 100,00рублей читать 3 149 100,00рублей. </w:t>
      </w:r>
    </w:p>
    <w:p w:rsidR="004A3DA8" w:rsidRDefault="004A3DA8" w:rsidP="00620D76">
      <w:pPr>
        <w:spacing w:after="0" w:line="240" w:lineRule="auto"/>
        <w:ind w:left="-720" w:right="-18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-код доходов 000 2 02 04012 10 0000 151 «Межбюджетные трансферты, передаваемые бюджетам сельских поселений для компенсации дополнительных расходов, возникших в результате решений, принятых органами власти другого уровня» сумму 396 368,00рублей читать 701 368,00рублей</w:t>
      </w:r>
    </w:p>
    <w:p w:rsidR="004A3DA8" w:rsidRDefault="004A3DA8" w:rsidP="00633E06">
      <w:pPr>
        <w:spacing w:after="0" w:line="240" w:lineRule="auto"/>
        <w:ind w:left="-720" w:right="-18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-код доходов 000 1 14 02053 10 0000 410 «Доходы от реализации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имуществу) сумму 360 000,00рублей читать 1 036 740,00рублей</w:t>
      </w:r>
    </w:p>
    <w:p w:rsidR="004A3DA8" w:rsidRDefault="004A3DA8" w:rsidP="00633E06">
      <w:pPr>
        <w:spacing w:after="0" w:line="240" w:lineRule="auto"/>
        <w:ind w:left="-720" w:right="-18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Приложение № 2 читать в новой редакции. </w:t>
      </w:r>
    </w:p>
    <w:p w:rsidR="004A3DA8" w:rsidRDefault="004A3DA8" w:rsidP="009C1ABA">
      <w:pPr>
        <w:spacing w:after="0" w:line="240" w:lineRule="auto"/>
        <w:ind w:left="-720" w:right="-18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-в Приложении № 3 «Ведомственная структура расходов бюджета Сапоговского сельсовета Усть-Абаканского района Республики Хакасия на 2016год» сумму 7 469 350,84рублей читать </w:t>
      </w:r>
    </w:p>
    <w:p w:rsidR="004A3DA8" w:rsidRDefault="004A3DA8" w:rsidP="009C1ABA">
      <w:pPr>
        <w:spacing w:after="0" w:line="240" w:lineRule="auto"/>
        <w:ind w:left="-720" w:right="-18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9 046 090,84рублей.</w:t>
      </w:r>
    </w:p>
    <w:p w:rsidR="004A3DA8" w:rsidRDefault="004A3DA8" w:rsidP="009C1ABA">
      <w:pPr>
        <w:spacing w:after="0" w:line="240" w:lineRule="auto"/>
        <w:ind w:left="-720" w:right="-18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-код расходов 009 0102 70200 03400 000 сумму 624 320,00 рублей читать 783 484,54рублей</w:t>
      </w:r>
    </w:p>
    <w:p w:rsidR="004A3DA8" w:rsidRDefault="004A3DA8" w:rsidP="009C1ABA">
      <w:pPr>
        <w:spacing w:after="0" w:line="240" w:lineRule="auto"/>
        <w:ind w:left="-720" w:right="-18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-код расходов 009 0104 70500 03500 000 сумму 957 330,34рублей читать 2 011 070,34 рублей</w:t>
      </w:r>
    </w:p>
    <w:p w:rsidR="004A3DA8" w:rsidRDefault="004A3DA8" w:rsidP="009C1ABA">
      <w:pPr>
        <w:spacing w:after="0" w:line="240" w:lineRule="auto"/>
        <w:ind w:left="-720" w:right="-18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-код расходов 009 0302 20001 22260 000 сумму 36 000,00рублей читать 6 000,00рублей</w:t>
      </w:r>
    </w:p>
    <w:p w:rsidR="004A3DA8" w:rsidRDefault="004A3DA8" w:rsidP="009C1ABA">
      <w:pPr>
        <w:spacing w:after="0" w:line="240" w:lineRule="auto"/>
        <w:ind w:left="-720" w:right="-18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-код расходов 009 0309 21001 22080 000 сумму 130 000,00рублей читать 50 000,00рублей </w:t>
      </w:r>
    </w:p>
    <w:p w:rsidR="004A3DA8" w:rsidRDefault="004A3DA8" w:rsidP="009C1ABA">
      <w:pPr>
        <w:spacing w:after="0" w:line="240" w:lineRule="auto"/>
        <w:ind w:left="-720" w:right="-18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-код расходов 009 0409 70700 80100 000 сумму 1 196 962,50рублей читать 1 096 962,50рублей</w:t>
      </w:r>
    </w:p>
    <w:p w:rsidR="004A3DA8" w:rsidRDefault="004A3DA8" w:rsidP="009C1ABA">
      <w:pPr>
        <w:spacing w:after="0" w:line="240" w:lineRule="auto"/>
        <w:ind w:left="-720" w:right="-18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-код расходов 009 0412 70700 01180 000 сумму 1 384 320,00рублей читать 1 975 809,17рублей</w:t>
      </w:r>
    </w:p>
    <w:p w:rsidR="004A3DA8" w:rsidRDefault="004A3DA8" w:rsidP="009C1ABA">
      <w:pPr>
        <w:spacing w:after="0" w:line="240" w:lineRule="auto"/>
        <w:ind w:left="-720" w:right="-18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-код расходов 009 0503 23001 22540 000 сумму 100 000,00рублей читать 0,00рублей</w:t>
      </w:r>
    </w:p>
    <w:p w:rsidR="004A3DA8" w:rsidRDefault="004A3DA8" w:rsidP="009C1ABA">
      <w:pPr>
        <w:spacing w:after="0" w:line="240" w:lineRule="auto"/>
        <w:ind w:left="-720" w:right="-18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-код расходов 009 0503 23101 22580 000 сумму 24 000,00рублей читать 7 000,00рублей</w:t>
      </w:r>
    </w:p>
    <w:p w:rsidR="004A3DA8" w:rsidRDefault="004A3DA8" w:rsidP="009C1ABA">
      <w:pPr>
        <w:spacing w:after="0" w:line="240" w:lineRule="auto"/>
        <w:ind w:left="-720" w:right="-18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-код расходов 009 0801 24101 00980 000 сумму 1 151 130,00рублей читать 1 218 747,79рублей</w:t>
      </w:r>
    </w:p>
    <w:p w:rsidR="004A3DA8" w:rsidRDefault="004A3DA8" w:rsidP="009C1ABA">
      <w:pPr>
        <w:spacing w:after="0" w:line="240" w:lineRule="auto"/>
        <w:ind w:left="-720" w:right="-18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-код расходов 009 0801 24101 22180 000 сумму 33 000,00рублей читать 40 300,00рублей </w:t>
      </w:r>
    </w:p>
    <w:p w:rsidR="004A3DA8" w:rsidRDefault="004A3DA8" w:rsidP="009C1ABA">
      <w:pPr>
        <w:spacing w:after="0" w:line="240" w:lineRule="auto"/>
        <w:ind w:left="-720" w:right="-18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-код расходов 009 0804 24102 01180 000 сумму  1 114 700,00рублей читать 1 139 128,50рублей</w:t>
      </w:r>
    </w:p>
    <w:p w:rsidR="004A3DA8" w:rsidRDefault="004A3DA8" w:rsidP="00A7341D">
      <w:pPr>
        <w:spacing w:after="0" w:line="240" w:lineRule="auto"/>
        <w:ind w:left="-720" w:right="-18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Приложение №3   читать в новой редакции.</w:t>
      </w:r>
    </w:p>
    <w:p w:rsidR="004A3DA8" w:rsidRDefault="004A3DA8" w:rsidP="00A7341D">
      <w:pPr>
        <w:spacing w:after="0" w:line="240" w:lineRule="auto"/>
        <w:ind w:left="-720" w:right="-18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-в Приложении № 4 «Распределение бюджетных ассигнований по разделам и подразделам классификации расходов бюджета муниципального образования Сапоговский сельсовет Усть-Абаканского района  Республики Хакасия на 2016год»  сумму  7 469 350,84рублей читать</w:t>
      </w:r>
    </w:p>
    <w:p w:rsidR="004A3DA8" w:rsidRDefault="004A3DA8" w:rsidP="00A7341D">
      <w:pPr>
        <w:spacing w:after="0" w:line="240" w:lineRule="auto"/>
        <w:ind w:left="-720" w:right="-18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9 046 090,84рублей.</w:t>
      </w:r>
    </w:p>
    <w:p w:rsidR="004A3DA8" w:rsidRDefault="004A3DA8" w:rsidP="005F66A2">
      <w:pPr>
        <w:spacing w:after="0" w:line="240" w:lineRule="auto"/>
        <w:ind w:left="-720" w:right="-18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-код расходов 009 0102 сумму 624 320,00 рублей читать 783 484,54рублей</w:t>
      </w:r>
    </w:p>
    <w:p w:rsidR="004A3DA8" w:rsidRDefault="004A3DA8" w:rsidP="005F66A2">
      <w:pPr>
        <w:spacing w:after="0" w:line="240" w:lineRule="auto"/>
        <w:ind w:left="-720" w:right="-18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-код расходов 009 0104 сумму 957 330,34рублей читать 2 011 070,34 рублей</w:t>
      </w:r>
    </w:p>
    <w:p w:rsidR="004A3DA8" w:rsidRDefault="004A3DA8" w:rsidP="005F66A2">
      <w:pPr>
        <w:spacing w:after="0" w:line="240" w:lineRule="auto"/>
        <w:ind w:left="-720" w:right="-18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-код расходов 009 0302  сумму 36 000,00рублей читать 6 000,00рублей</w:t>
      </w:r>
    </w:p>
    <w:p w:rsidR="004A3DA8" w:rsidRDefault="004A3DA8" w:rsidP="005F66A2">
      <w:pPr>
        <w:spacing w:after="0" w:line="240" w:lineRule="auto"/>
        <w:ind w:left="-720" w:right="-18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-код расходов 009 0309  сумму 130 000,00рублей читать 50 000,00рублей </w:t>
      </w:r>
    </w:p>
    <w:p w:rsidR="004A3DA8" w:rsidRDefault="004A3DA8" w:rsidP="005F66A2">
      <w:pPr>
        <w:spacing w:after="0" w:line="240" w:lineRule="auto"/>
        <w:ind w:left="-720" w:right="-18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-код расходов 009 0409  сумму 1 196 962,50рублей читать 1 096 962,50рублей</w:t>
      </w:r>
    </w:p>
    <w:p w:rsidR="004A3DA8" w:rsidRDefault="004A3DA8" w:rsidP="005F66A2">
      <w:pPr>
        <w:spacing w:after="0" w:line="240" w:lineRule="auto"/>
        <w:ind w:left="-720" w:right="-18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-код расходов 009 0412  сумму 1 384 320,00рублей читать 1 975 809,17рублей</w:t>
      </w:r>
    </w:p>
    <w:p w:rsidR="004A3DA8" w:rsidRDefault="004A3DA8" w:rsidP="005F66A2">
      <w:pPr>
        <w:spacing w:after="0" w:line="240" w:lineRule="auto"/>
        <w:ind w:left="-720" w:right="-18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-код расходов 009 0503  сумму 332 168,00рублей читать 215 168,00рублей</w:t>
      </w:r>
    </w:p>
    <w:p w:rsidR="004A3DA8" w:rsidRDefault="004A3DA8" w:rsidP="005F66A2">
      <w:pPr>
        <w:spacing w:after="0" w:line="240" w:lineRule="auto"/>
        <w:ind w:left="-720" w:right="-18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-код расходов 009 0801  сумму 1 184 130,00рублей читать 1 259 047,79рублей</w:t>
      </w:r>
    </w:p>
    <w:p w:rsidR="004A3DA8" w:rsidRDefault="004A3DA8" w:rsidP="00A7341D">
      <w:pPr>
        <w:spacing w:after="0" w:line="240" w:lineRule="auto"/>
        <w:ind w:left="-720" w:right="-18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-код расходов 009 0804 24102 01180 000 сумму  1 114 700,00рублей читать 1 139 128,50рублей</w:t>
      </w:r>
    </w:p>
    <w:p w:rsidR="004A3DA8" w:rsidRDefault="004A3DA8" w:rsidP="00A7341D">
      <w:pPr>
        <w:spacing w:after="0" w:line="240" w:lineRule="auto"/>
        <w:ind w:left="-720" w:right="-18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Приложение №4  читать в новой редакции.</w:t>
      </w:r>
    </w:p>
    <w:p w:rsidR="004A3DA8" w:rsidRDefault="004A3DA8" w:rsidP="00A7341D">
      <w:pPr>
        <w:spacing w:after="0" w:line="240" w:lineRule="auto"/>
        <w:ind w:left="-720" w:right="-18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-Приложение № 5 «Распределение бюджетных ассигнований по целевым статьям (муниципальным программам Сапоговского сельсовета  и непрограммным направлениям деятельности), группам и подгруппам видов расходов классификации расходов бюджета муниципального образования Сапоговского сельсовета Усть-Абаканского района Республики Хакасия на 2016год» читать в новой редакции.</w:t>
      </w:r>
    </w:p>
    <w:p w:rsidR="004A3DA8" w:rsidRPr="009B075F" w:rsidRDefault="004A3DA8" w:rsidP="009C1ABA">
      <w:pPr>
        <w:spacing w:after="0" w:line="240" w:lineRule="auto"/>
        <w:ind w:left="-720" w:right="-185"/>
        <w:jc w:val="both"/>
        <w:rPr>
          <w:rFonts w:ascii="Times New Roman" w:hAnsi="Times New Roman"/>
          <w:sz w:val="24"/>
          <w:szCs w:val="24"/>
        </w:rPr>
      </w:pPr>
    </w:p>
    <w:p w:rsidR="004A3DA8" w:rsidRPr="009B075F" w:rsidRDefault="004A3DA8" w:rsidP="00CF241D">
      <w:pPr>
        <w:ind w:left="-720" w:right="-185"/>
        <w:jc w:val="both"/>
        <w:rPr>
          <w:rFonts w:ascii="Times New Roman" w:hAnsi="Times New Roman"/>
          <w:b/>
          <w:sz w:val="24"/>
          <w:szCs w:val="24"/>
        </w:rPr>
      </w:pPr>
    </w:p>
    <w:p w:rsidR="004A3DA8" w:rsidRDefault="004A3DA8" w:rsidP="00CF241D">
      <w:pPr>
        <w:ind w:left="-720" w:right="-18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</w:t>
      </w:r>
      <w:r w:rsidRPr="00CF241D">
        <w:rPr>
          <w:rFonts w:ascii="Times New Roman" w:hAnsi="Times New Roman"/>
          <w:sz w:val="24"/>
          <w:szCs w:val="24"/>
        </w:rPr>
        <w:t xml:space="preserve">Глава Сапоговского сельсовета                          </w:t>
      </w:r>
      <w:r>
        <w:rPr>
          <w:rFonts w:ascii="Times New Roman" w:hAnsi="Times New Roman"/>
          <w:sz w:val="24"/>
          <w:szCs w:val="24"/>
        </w:rPr>
        <w:t xml:space="preserve">                    Данилов Ю.М.</w:t>
      </w:r>
    </w:p>
    <w:p w:rsidR="004A3DA8" w:rsidRDefault="004A3DA8" w:rsidP="00CF241D">
      <w:pPr>
        <w:ind w:left="-720" w:right="-185"/>
        <w:jc w:val="both"/>
        <w:rPr>
          <w:rFonts w:ascii="Times New Roman" w:hAnsi="Times New Roman"/>
          <w:sz w:val="24"/>
          <w:szCs w:val="24"/>
        </w:rPr>
      </w:pPr>
    </w:p>
    <w:p w:rsidR="004A3DA8" w:rsidRDefault="004A3DA8" w:rsidP="00CF241D">
      <w:pPr>
        <w:ind w:left="-720" w:right="-185"/>
        <w:jc w:val="both"/>
        <w:rPr>
          <w:rFonts w:ascii="Times New Roman" w:hAnsi="Times New Roman"/>
          <w:sz w:val="24"/>
          <w:szCs w:val="24"/>
        </w:rPr>
      </w:pPr>
    </w:p>
    <w:p w:rsidR="004A3DA8" w:rsidRDefault="004A3DA8" w:rsidP="00CF241D">
      <w:pPr>
        <w:ind w:left="-720" w:right="-185"/>
        <w:jc w:val="both"/>
        <w:rPr>
          <w:rFonts w:ascii="Times New Roman" w:hAnsi="Times New Roman"/>
          <w:sz w:val="24"/>
          <w:szCs w:val="24"/>
        </w:rPr>
      </w:pPr>
    </w:p>
    <w:p w:rsidR="004A3DA8" w:rsidRDefault="004A3DA8" w:rsidP="00CF241D">
      <w:pPr>
        <w:ind w:left="-720" w:right="-185"/>
        <w:jc w:val="both"/>
        <w:rPr>
          <w:rFonts w:ascii="Times New Roman" w:hAnsi="Times New Roman"/>
          <w:sz w:val="24"/>
          <w:szCs w:val="24"/>
        </w:rPr>
      </w:pPr>
    </w:p>
    <w:p w:rsidR="004A3DA8" w:rsidRDefault="004A3DA8" w:rsidP="00CF241D">
      <w:pPr>
        <w:ind w:left="-720" w:right="-185"/>
        <w:jc w:val="both"/>
        <w:rPr>
          <w:rFonts w:ascii="Times New Roman" w:hAnsi="Times New Roman"/>
          <w:sz w:val="24"/>
          <w:szCs w:val="24"/>
        </w:rPr>
      </w:pPr>
    </w:p>
    <w:p w:rsidR="004A3DA8" w:rsidRDefault="004A3DA8" w:rsidP="00CF241D">
      <w:pPr>
        <w:ind w:left="-720" w:right="-185"/>
        <w:jc w:val="both"/>
        <w:rPr>
          <w:rFonts w:ascii="Times New Roman" w:hAnsi="Times New Roman"/>
          <w:sz w:val="24"/>
          <w:szCs w:val="24"/>
        </w:rPr>
      </w:pPr>
    </w:p>
    <w:p w:rsidR="004A3DA8" w:rsidRDefault="004A3DA8" w:rsidP="00CF241D">
      <w:pPr>
        <w:ind w:left="-720" w:right="-185"/>
        <w:jc w:val="both"/>
        <w:rPr>
          <w:rFonts w:ascii="Times New Roman" w:hAnsi="Times New Roman"/>
          <w:sz w:val="24"/>
          <w:szCs w:val="24"/>
        </w:rPr>
      </w:pPr>
    </w:p>
    <w:p w:rsidR="004A3DA8" w:rsidRDefault="004A3DA8" w:rsidP="00CF241D">
      <w:pPr>
        <w:ind w:left="-720" w:right="-185"/>
        <w:jc w:val="both"/>
        <w:rPr>
          <w:rFonts w:ascii="Times New Roman" w:hAnsi="Times New Roman"/>
          <w:sz w:val="24"/>
          <w:szCs w:val="24"/>
        </w:rPr>
      </w:pPr>
    </w:p>
    <w:p w:rsidR="004A3DA8" w:rsidRDefault="004A3DA8" w:rsidP="00CF241D">
      <w:pPr>
        <w:ind w:left="-720" w:right="-185"/>
        <w:jc w:val="both"/>
        <w:rPr>
          <w:rFonts w:ascii="Times New Roman" w:hAnsi="Times New Roman"/>
          <w:sz w:val="24"/>
          <w:szCs w:val="24"/>
        </w:rPr>
      </w:pPr>
    </w:p>
    <w:p w:rsidR="004A3DA8" w:rsidRDefault="004A3DA8" w:rsidP="00CF241D">
      <w:pPr>
        <w:ind w:left="-720" w:right="-185"/>
        <w:jc w:val="both"/>
        <w:rPr>
          <w:rFonts w:ascii="Times New Roman" w:hAnsi="Times New Roman"/>
          <w:sz w:val="24"/>
          <w:szCs w:val="24"/>
        </w:rPr>
      </w:pPr>
    </w:p>
    <w:p w:rsidR="004A3DA8" w:rsidRDefault="004A3DA8" w:rsidP="00DD3152">
      <w:pPr>
        <w:spacing w:after="0"/>
        <w:ind w:left="3828" w:right="-185"/>
        <w:jc w:val="right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№1</w:t>
      </w:r>
    </w:p>
    <w:p w:rsidR="004A3DA8" w:rsidRDefault="004A3DA8" w:rsidP="00DD3152">
      <w:pPr>
        <w:spacing w:after="0"/>
        <w:ind w:left="3828" w:right="-185"/>
        <w:jc w:val="right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Решению Совета депутатов Сапоговского сельсовета Усть-Абаканского района Республики Хакасия</w:t>
      </w:r>
    </w:p>
    <w:p w:rsidR="004A3DA8" w:rsidRDefault="004A3DA8" w:rsidP="00DD3152">
      <w:pPr>
        <w:spacing w:after="0"/>
        <w:ind w:left="3828" w:right="-185"/>
        <w:jc w:val="right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«О бюджете муниципального образования Сапоговский сельсовет Усть-Абаканского района</w:t>
      </w:r>
    </w:p>
    <w:p w:rsidR="004A3DA8" w:rsidRDefault="004A3DA8" w:rsidP="00DD3152">
      <w:pPr>
        <w:spacing w:after="0"/>
        <w:ind w:left="3828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Республики  Хакасия на 2016 год и плановый период 2017-2018 годов» </w:t>
      </w:r>
    </w:p>
    <w:p w:rsidR="004A3DA8" w:rsidRDefault="004A3DA8" w:rsidP="00DD3152">
      <w:pPr>
        <w:spacing w:after="0"/>
        <w:ind w:left="3828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от «29» декабря  2015 года № 14</w:t>
      </w:r>
    </w:p>
    <w:p w:rsidR="004A3DA8" w:rsidRDefault="004A3DA8" w:rsidP="00DD3152">
      <w:pPr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Источники финансирования дефицита бюджета муниципального образования Сапоговский сельсовет Усть-Абаканского района Республики Хакасия на 2016 год</w:t>
      </w:r>
    </w:p>
    <w:p w:rsidR="004A3DA8" w:rsidRDefault="004A3DA8" w:rsidP="00DD3152">
      <w:pPr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652"/>
        <w:gridCol w:w="3686"/>
        <w:gridCol w:w="1701"/>
      </w:tblGrid>
      <w:tr w:rsidR="004A3DA8" w:rsidTr="00DD3152">
        <w:tc>
          <w:tcPr>
            <w:tcW w:w="3652" w:type="dxa"/>
          </w:tcPr>
          <w:p w:rsidR="004A3DA8" w:rsidRDefault="004A3D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3686" w:type="dxa"/>
          </w:tcPr>
          <w:p w:rsidR="004A3DA8" w:rsidRDefault="004A3DA8">
            <w:pPr>
              <w:tabs>
                <w:tab w:val="left" w:pos="22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1701" w:type="dxa"/>
          </w:tcPr>
          <w:p w:rsidR="004A3DA8" w:rsidRDefault="004A3DA8">
            <w:pPr>
              <w:ind w:left="709" w:right="-79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2016г</w:t>
            </w:r>
          </w:p>
          <w:p w:rsidR="004A3DA8" w:rsidRDefault="004A3DA8">
            <w:pPr>
              <w:ind w:left="709" w:right="-79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сумма</w:t>
            </w:r>
          </w:p>
        </w:tc>
      </w:tr>
      <w:tr w:rsidR="004A3DA8" w:rsidTr="00DD3152">
        <w:tc>
          <w:tcPr>
            <w:tcW w:w="3652" w:type="dxa"/>
          </w:tcPr>
          <w:p w:rsidR="004A3DA8" w:rsidRDefault="004A3DA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009 01 05 00 00 00 0000 000</w:t>
            </w:r>
          </w:p>
        </w:tc>
        <w:tc>
          <w:tcPr>
            <w:tcW w:w="3686" w:type="dxa"/>
          </w:tcPr>
          <w:p w:rsidR="004A3DA8" w:rsidRDefault="004A3DA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Изменение остатка средств на счетах по учету средств бюджетов</w:t>
            </w:r>
          </w:p>
        </w:tc>
        <w:tc>
          <w:tcPr>
            <w:tcW w:w="1701" w:type="dxa"/>
          </w:tcPr>
          <w:p w:rsidR="004A3DA8" w:rsidRDefault="004A3DA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A3DA8" w:rsidRDefault="004A3DA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493 272,84</w:t>
            </w:r>
          </w:p>
          <w:p w:rsidR="004A3DA8" w:rsidRDefault="004A3DA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A3DA8" w:rsidTr="00DD3152">
        <w:tc>
          <w:tcPr>
            <w:tcW w:w="3652" w:type="dxa"/>
          </w:tcPr>
          <w:p w:rsidR="004A3DA8" w:rsidRDefault="004A3D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009 01 05 02 00 0000 500</w:t>
            </w:r>
          </w:p>
        </w:tc>
        <w:tc>
          <w:tcPr>
            <w:tcW w:w="3686" w:type="dxa"/>
          </w:tcPr>
          <w:p w:rsidR="004A3DA8" w:rsidRDefault="004A3D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1701" w:type="dxa"/>
          </w:tcPr>
          <w:p w:rsidR="004A3DA8" w:rsidRDefault="004A3D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6 278 310,00</w:t>
            </w:r>
          </w:p>
        </w:tc>
      </w:tr>
      <w:tr w:rsidR="004A3DA8" w:rsidTr="00DD3152">
        <w:tc>
          <w:tcPr>
            <w:tcW w:w="3652" w:type="dxa"/>
          </w:tcPr>
          <w:p w:rsidR="004A3DA8" w:rsidRDefault="004A3D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009 01 05 02 01 0000 510</w:t>
            </w:r>
          </w:p>
        </w:tc>
        <w:tc>
          <w:tcPr>
            <w:tcW w:w="3686" w:type="dxa"/>
          </w:tcPr>
          <w:p w:rsidR="004A3DA8" w:rsidRDefault="004A3D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1701" w:type="dxa"/>
          </w:tcPr>
          <w:p w:rsidR="004A3DA8" w:rsidRDefault="004A3D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6 278 310,00</w:t>
            </w:r>
          </w:p>
        </w:tc>
      </w:tr>
      <w:tr w:rsidR="004A3DA8" w:rsidTr="00DD3152">
        <w:tc>
          <w:tcPr>
            <w:tcW w:w="3652" w:type="dxa"/>
          </w:tcPr>
          <w:p w:rsidR="004A3DA8" w:rsidRDefault="004A3D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009 01 05 02 01 10 0000 510</w:t>
            </w:r>
          </w:p>
        </w:tc>
        <w:tc>
          <w:tcPr>
            <w:tcW w:w="3686" w:type="dxa"/>
          </w:tcPr>
          <w:p w:rsidR="004A3DA8" w:rsidRDefault="004A3D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701" w:type="dxa"/>
          </w:tcPr>
          <w:p w:rsidR="004A3DA8" w:rsidRDefault="004A3D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6 278 310,00</w:t>
            </w:r>
          </w:p>
        </w:tc>
      </w:tr>
      <w:tr w:rsidR="004A3DA8" w:rsidTr="00DD3152">
        <w:tc>
          <w:tcPr>
            <w:tcW w:w="3652" w:type="dxa"/>
          </w:tcPr>
          <w:p w:rsidR="004A3DA8" w:rsidRDefault="004A3D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009 01 05 02 00 00 0000 600</w:t>
            </w:r>
          </w:p>
        </w:tc>
        <w:tc>
          <w:tcPr>
            <w:tcW w:w="3686" w:type="dxa"/>
          </w:tcPr>
          <w:p w:rsidR="004A3DA8" w:rsidRDefault="004A3D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1701" w:type="dxa"/>
          </w:tcPr>
          <w:p w:rsidR="004A3DA8" w:rsidRDefault="004A3D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6 771 582,84</w:t>
            </w:r>
          </w:p>
        </w:tc>
      </w:tr>
      <w:tr w:rsidR="004A3DA8" w:rsidTr="00DD3152">
        <w:tc>
          <w:tcPr>
            <w:tcW w:w="3652" w:type="dxa"/>
          </w:tcPr>
          <w:p w:rsidR="004A3DA8" w:rsidRDefault="004A3D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009 01 05 02 01 00 0000 610</w:t>
            </w:r>
          </w:p>
        </w:tc>
        <w:tc>
          <w:tcPr>
            <w:tcW w:w="3686" w:type="dxa"/>
          </w:tcPr>
          <w:p w:rsidR="004A3DA8" w:rsidRDefault="004A3D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1701" w:type="dxa"/>
          </w:tcPr>
          <w:p w:rsidR="004A3DA8" w:rsidRDefault="004A3D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6 771 582,84</w:t>
            </w:r>
          </w:p>
        </w:tc>
      </w:tr>
      <w:tr w:rsidR="004A3DA8" w:rsidTr="00DD3152">
        <w:tc>
          <w:tcPr>
            <w:tcW w:w="3652" w:type="dxa"/>
          </w:tcPr>
          <w:p w:rsidR="004A3DA8" w:rsidRDefault="004A3D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009 01 05 02 01 10 0000 610</w:t>
            </w:r>
          </w:p>
        </w:tc>
        <w:tc>
          <w:tcPr>
            <w:tcW w:w="3686" w:type="dxa"/>
          </w:tcPr>
          <w:p w:rsidR="004A3DA8" w:rsidRDefault="004A3D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701" w:type="dxa"/>
          </w:tcPr>
          <w:p w:rsidR="004A3DA8" w:rsidRDefault="004A3D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6 771 582,84</w:t>
            </w:r>
          </w:p>
        </w:tc>
      </w:tr>
      <w:tr w:rsidR="004A3DA8" w:rsidTr="00DD3152">
        <w:tc>
          <w:tcPr>
            <w:tcW w:w="3652" w:type="dxa"/>
          </w:tcPr>
          <w:p w:rsidR="004A3DA8" w:rsidRDefault="004A3D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4A3DA8" w:rsidRDefault="004A3DA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 источников финансирования</w:t>
            </w:r>
          </w:p>
        </w:tc>
        <w:tc>
          <w:tcPr>
            <w:tcW w:w="1701" w:type="dxa"/>
          </w:tcPr>
          <w:p w:rsidR="004A3DA8" w:rsidRDefault="004A3DA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493 272,84</w:t>
            </w:r>
          </w:p>
        </w:tc>
      </w:tr>
    </w:tbl>
    <w:p w:rsidR="004A3DA8" w:rsidRDefault="004A3DA8" w:rsidP="00DD3152">
      <w:pPr>
        <w:ind w:left="4500" w:hanging="4680"/>
        <w:rPr>
          <w:rFonts w:ascii="Times New Roman" w:hAnsi="Times New Roman"/>
          <w:sz w:val="24"/>
          <w:szCs w:val="24"/>
        </w:rPr>
      </w:pPr>
    </w:p>
    <w:sectPr w:rsidR="004A3DA8" w:rsidSect="008A5B60">
      <w:pgSz w:w="11906" w:h="16838"/>
      <w:pgMar w:top="540" w:right="850" w:bottom="360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3DA8" w:rsidRDefault="004A3DA8" w:rsidP="00240FAE">
      <w:pPr>
        <w:spacing w:after="0" w:line="240" w:lineRule="auto"/>
      </w:pPr>
      <w:r>
        <w:separator/>
      </w:r>
    </w:p>
  </w:endnote>
  <w:endnote w:type="continuationSeparator" w:id="0">
    <w:p w:rsidR="004A3DA8" w:rsidRDefault="004A3DA8" w:rsidP="00240F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3DA8" w:rsidRDefault="004A3DA8" w:rsidP="00240FAE">
      <w:pPr>
        <w:spacing w:after="0" w:line="240" w:lineRule="auto"/>
      </w:pPr>
      <w:r>
        <w:separator/>
      </w:r>
    </w:p>
  </w:footnote>
  <w:footnote w:type="continuationSeparator" w:id="0">
    <w:p w:rsidR="004A3DA8" w:rsidRDefault="004A3DA8" w:rsidP="00240FA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E04C46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46BABC0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58B8DDF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B016C00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DC203BD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3F8398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B0CEC5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06E955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EE0D8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C53ACC7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403861C0"/>
    <w:multiLevelType w:val="hybridMultilevel"/>
    <w:tmpl w:val="6BA2AF28"/>
    <w:lvl w:ilvl="0" w:tplc="4BD48784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7020"/>
        </w:tabs>
        <w:ind w:left="7020" w:hanging="360"/>
      </w:pPr>
      <w:rPr>
        <w:rFonts w:cs="Times New Roman"/>
      </w:r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F241D"/>
    <w:rsid w:val="0001255F"/>
    <w:rsid w:val="00014E72"/>
    <w:rsid w:val="000162F2"/>
    <w:rsid w:val="00017182"/>
    <w:rsid w:val="00017CA3"/>
    <w:rsid w:val="000200E8"/>
    <w:rsid w:val="000304BE"/>
    <w:rsid w:val="0003652B"/>
    <w:rsid w:val="0004045B"/>
    <w:rsid w:val="000404F5"/>
    <w:rsid w:val="00041646"/>
    <w:rsid w:val="000450B9"/>
    <w:rsid w:val="000537C5"/>
    <w:rsid w:val="00053CED"/>
    <w:rsid w:val="00056B73"/>
    <w:rsid w:val="00071474"/>
    <w:rsid w:val="00072CC8"/>
    <w:rsid w:val="00074395"/>
    <w:rsid w:val="000754DE"/>
    <w:rsid w:val="0007635B"/>
    <w:rsid w:val="0009263B"/>
    <w:rsid w:val="00093E30"/>
    <w:rsid w:val="00094CAA"/>
    <w:rsid w:val="000A23FA"/>
    <w:rsid w:val="000B3F81"/>
    <w:rsid w:val="000D59D1"/>
    <w:rsid w:val="0011067D"/>
    <w:rsid w:val="00136536"/>
    <w:rsid w:val="00136DBF"/>
    <w:rsid w:val="00144F0C"/>
    <w:rsid w:val="00154B88"/>
    <w:rsid w:val="00155940"/>
    <w:rsid w:val="00164847"/>
    <w:rsid w:val="00165210"/>
    <w:rsid w:val="00175FBF"/>
    <w:rsid w:val="00176AFC"/>
    <w:rsid w:val="00181B2A"/>
    <w:rsid w:val="00182D48"/>
    <w:rsid w:val="00190705"/>
    <w:rsid w:val="00192035"/>
    <w:rsid w:val="001A0389"/>
    <w:rsid w:val="001A09D1"/>
    <w:rsid w:val="001B0CF8"/>
    <w:rsid w:val="001B4E5C"/>
    <w:rsid w:val="001B5328"/>
    <w:rsid w:val="001C1A14"/>
    <w:rsid w:val="001C4B98"/>
    <w:rsid w:val="001C7F29"/>
    <w:rsid w:val="001D7A77"/>
    <w:rsid w:val="001F00FE"/>
    <w:rsid w:val="001F78D0"/>
    <w:rsid w:val="0020201E"/>
    <w:rsid w:val="00205EF3"/>
    <w:rsid w:val="00210E1A"/>
    <w:rsid w:val="00213086"/>
    <w:rsid w:val="002169CB"/>
    <w:rsid w:val="0022089C"/>
    <w:rsid w:val="00235DD2"/>
    <w:rsid w:val="00236ACB"/>
    <w:rsid w:val="00240FAE"/>
    <w:rsid w:val="00241B46"/>
    <w:rsid w:val="00247D95"/>
    <w:rsid w:val="00253116"/>
    <w:rsid w:val="00262D81"/>
    <w:rsid w:val="00263203"/>
    <w:rsid w:val="00264759"/>
    <w:rsid w:val="00264A1E"/>
    <w:rsid w:val="00270075"/>
    <w:rsid w:val="0027186D"/>
    <w:rsid w:val="002735AC"/>
    <w:rsid w:val="002758D1"/>
    <w:rsid w:val="00282AA8"/>
    <w:rsid w:val="00282DE8"/>
    <w:rsid w:val="00283951"/>
    <w:rsid w:val="00287EED"/>
    <w:rsid w:val="002A5836"/>
    <w:rsid w:val="002B02B3"/>
    <w:rsid w:val="002B1837"/>
    <w:rsid w:val="002B6309"/>
    <w:rsid w:val="002C122C"/>
    <w:rsid w:val="002D4F90"/>
    <w:rsid w:val="002D5D8A"/>
    <w:rsid w:val="002E30E3"/>
    <w:rsid w:val="002E4A02"/>
    <w:rsid w:val="00312EBD"/>
    <w:rsid w:val="003144C6"/>
    <w:rsid w:val="00321BF6"/>
    <w:rsid w:val="003265E1"/>
    <w:rsid w:val="00333A5C"/>
    <w:rsid w:val="00340ABB"/>
    <w:rsid w:val="0034386D"/>
    <w:rsid w:val="003450E8"/>
    <w:rsid w:val="003460E7"/>
    <w:rsid w:val="0035325F"/>
    <w:rsid w:val="00355DDA"/>
    <w:rsid w:val="00356949"/>
    <w:rsid w:val="0036088B"/>
    <w:rsid w:val="0036524D"/>
    <w:rsid w:val="00366FD3"/>
    <w:rsid w:val="003679B3"/>
    <w:rsid w:val="00384883"/>
    <w:rsid w:val="003874ED"/>
    <w:rsid w:val="00394E82"/>
    <w:rsid w:val="003A0A3D"/>
    <w:rsid w:val="003A3A46"/>
    <w:rsid w:val="003A4AE6"/>
    <w:rsid w:val="003A5AE8"/>
    <w:rsid w:val="003B6DC7"/>
    <w:rsid w:val="003C58D9"/>
    <w:rsid w:val="003E37F2"/>
    <w:rsid w:val="003E3BA3"/>
    <w:rsid w:val="003E430C"/>
    <w:rsid w:val="00404E31"/>
    <w:rsid w:val="0041231F"/>
    <w:rsid w:val="00413121"/>
    <w:rsid w:val="00422E29"/>
    <w:rsid w:val="0042318E"/>
    <w:rsid w:val="00426503"/>
    <w:rsid w:val="00436B17"/>
    <w:rsid w:val="00440CAD"/>
    <w:rsid w:val="00447C0E"/>
    <w:rsid w:val="00452171"/>
    <w:rsid w:val="0046612D"/>
    <w:rsid w:val="00466AB3"/>
    <w:rsid w:val="004747E8"/>
    <w:rsid w:val="004824C0"/>
    <w:rsid w:val="00483FE3"/>
    <w:rsid w:val="004916D4"/>
    <w:rsid w:val="004A3DA8"/>
    <w:rsid w:val="004C0787"/>
    <w:rsid w:val="004C7ABC"/>
    <w:rsid w:val="004D420F"/>
    <w:rsid w:val="004D4423"/>
    <w:rsid w:val="004E6C64"/>
    <w:rsid w:val="004F1D75"/>
    <w:rsid w:val="004F35DF"/>
    <w:rsid w:val="005069EC"/>
    <w:rsid w:val="0051100D"/>
    <w:rsid w:val="00515CF6"/>
    <w:rsid w:val="00516093"/>
    <w:rsid w:val="005173D4"/>
    <w:rsid w:val="00524D11"/>
    <w:rsid w:val="00526891"/>
    <w:rsid w:val="00532E38"/>
    <w:rsid w:val="00536A64"/>
    <w:rsid w:val="00540209"/>
    <w:rsid w:val="00541028"/>
    <w:rsid w:val="00542819"/>
    <w:rsid w:val="00547779"/>
    <w:rsid w:val="00553A69"/>
    <w:rsid w:val="00557126"/>
    <w:rsid w:val="00562A70"/>
    <w:rsid w:val="00565DB7"/>
    <w:rsid w:val="0057188D"/>
    <w:rsid w:val="00573316"/>
    <w:rsid w:val="00575099"/>
    <w:rsid w:val="00577EE4"/>
    <w:rsid w:val="00584638"/>
    <w:rsid w:val="0058521B"/>
    <w:rsid w:val="0059607B"/>
    <w:rsid w:val="005960D6"/>
    <w:rsid w:val="005B3A42"/>
    <w:rsid w:val="005B3EA2"/>
    <w:rsid w:val="005C0B90"/>
    <w:rsid w:val="005C13B4"/>
    <w:rsid w:val="005C312B"/>
    <w:rsid w:val="005C4F56"/>
    <w:rsid w:val="005D15F8"/>
    <w:rsid w:val="005D1D54"/>
    <w:rsid w:val="005D334B"/>
    <w:rsid w:val="005E02F7"/>
    <w:rsid w:val="005E0DE5"/>
    <w:rsid w:val="005F622A"/>
    <w:rsid w:val="005F66A2"/>
    <w:rsid w:val="005F7783"/>
    <w:rsid w:val="00600AE9"/>
    <w:rsid w:val="006021E2"/>
    <w:rsid w:val="00603611"/>
    <w:rsid w:val="006073E0"/>
    <w:rsid w:val="00610C9B"/>
    <w:rsid w:val="00614977"/>
    <w:rsid w:val="0061507D"/>
    <w:rsid w:val="0061686F"/>
    <w:rsid w:val="00620D76"/>
    <w:rsid w:val="00620E0B"/>
    <w:rsid w:val="00623808"/>
    <w:rsid w:val="00626A94"/>
    <w:rsid w:val="00633C03"/>
    <w:rsid w:val="00633E06"/>
    <w:rsid w:val="00636F5E"/>
    <w:rsid w:val="006443E8"/>
    <w:rsid w:val="00647D2F"/>
    <w:rsid w:val="0065106F"/>
    <w:rsid w:val="00653474"/>
    <w:rsid w:val="00661E15"/>
    <w:rsid w:val="0066276B"/>
    <w:rsid w:val="00665EDE"/>
    <w:rsid w:val="00680039"/>
    <w:rsid w:val="00680EF6"/>
    <w:rsid w:val="0068568D"/>
    <w:rsid w:val="00686D03"/>
    <w:rsid w:val="00694F76"/>
    <w:rsid w:val="00696339"/>
    <w:rsid w:val="006A19A7"/>
    <w:rsid w:val="006A25B9"/>
    <w:rsid w:val="006A3054"/>
    <w:rsid w:val="006A64DC"/>
    <w:rsid w:val="006C4E5E"/>
    <w:rsid w:val="006E19F6"/>
    <w:rsid w:val="006E5CA3"/>
    <w:rsid w:val="006E6932"/>
    <w:rsid w:val="006F11C1"/>
    <w:rsid w:val="00701C16"/>
    <w:rsid w:val="0070505A"/>
    <w:rsid w:val="007140F2"/>
    <w:rsid w:val="00717ECB"/>
    <w:rsid w:val="00722859"/>
    <w:rsid w:val="007456F5"/>
    <w:rsid w:val="00753304"/>
    <w:rsid w:val="00753992"/>
    <w:rsid w:val="00761D54"/>
    <w:rsid w:val="00762BFE"/>
    <w:rsid w:val="00766D4F"/>
    <w:rsid w:val="007742F1"/>
    <w:rsid w:val="0077517E"/>
    <w:rsid w:val="00777A94"/>
    <w:rsid w:val="0078340D"/>
    <w:rsid w:val="0078363B"/>
    <w:rsid w:val="007847DA"/>
    <w:rsid w:val="007907A3"/>
    <w:rsid w:val="00790F1C"/>
    <w:rsid w:val="007A4BB3"/>
    <w:rsid w:val="007A6DA1"/>
    <w:rsid w:val="007B1080"/>
    <w:rsid w:val="007B1D21"/>
    <w:rsid w:val="007B624D"/>
    <w:rsid w:val="007B6642"/>
    <w:rsid w:val="007C057E"/>
    <w:rsid w:val="007C0713"/>
    <w:rsid w:val="007C4147"/>
    <w:rsid w:val="007D4B82"/>
    <w:rsid w:val="007E6CE3"/>
    <w:rsid w:val="007F2729"/>
    <w:rsid w:val="007F28F2"/>
    <w:rsid w:val="007F5DD2"/>
    <w:rsid w:val="008008BA"/>
    <w:rsid w:val="00801414"/>
    <w:rsid w:val="00805F94"/>
    <w:rsid w:val="00806348"/>
    <w:rsid w:val="008205C2"/>
    <w:rsid w:val="0082335A"/>
    <w:rsid w:val="00823DF9"/>
    <w:rsid w:val="008248A1"/>
    <w:rsid w:val="00831658"/>
    <w:rsid w:val="008355DA"/>
    <w:rsid w:val="0083709C"/>
    <w:rsid w:val="008439E7"/>
    <w:rsid w:val="00844CB7"/>
    <w:rsid w:val="008506CD"/>
    <w:rsid w:val="00851464"/>
    <w:rsid w:val="008630BB"/>
    <w:rsid w:val="0086344D"/>
    <w:rsid w:val="00871405"/>
    <w:rsid w:val="0087484E"/>
    <w:rsid w:val="00874868"/>
    <w:rsid w:val="0089412C"/>
    <w:rsid w:val="008A5B60"/>
    <w:rsid w:val="008B208A"/>
    <w:rsid w:val="008B3172"/>
    <w:rsid w:val="008B6956"/>
    <w:rsid w:val="008C293C"/>
    <w:rsid w:val="008D3E85"/>
    <w:rsid w:val="008E55F6"/>
    <w:rsid w:val="008E674C"/>
    <w:rsid w:val="008F41B5"/>
    <w:rsid w:val="0090203D"/>
    <w:rsid w:val="009057C5"/>
    <w:rsid w:val="00906CB6"/>
    <w:rsid w:val="0091620F"/>
    <w:rsid w:val="0093463A"/>
    <w:rsid w:val="00937581"/>
    <w:rsid w:val="00940A09"/>
    <w:rsid w:val="009439D8"/>
    <w:rsid w:val="009504AF"/>
    <w:rsid w:val="009523E0"/>
    <w:rsid w:val="0095575E"/>
    <w:rsid w:val="00963A0A"/>
    <w:rsid w:val="0096767A"/>
    <w:rsid w:val="009850C9"/>
    <w:rsid w:val="009856BE"/>
    <w:rsid w:val="00987085"/>
    <w:rsid w:val="009874F2"/>
    <w:rsid w:val="00987E92"/>
    <w:rsid w:val="00990A5A"/>
    <w:rsid w:val="0099631A"/>
    <w:rsid w:val="009A7F06"/>
    <w:rsid w:val="009B075F"/>
    <w:rsid w:val="009B2067"/>
    <w:rsid w:val="009B7CA4"/>
    <w:rsid w:val="009C1ABA"/>
    <w:rsid w:val="009D6D8D"/>
    <w:rsid w:val="009F0407"/>
    <w:rsid w:val="009F68BB"/>
    <w:rsid w:val="00A01260"/>
    <w:rsid w:val="00A04240"/>
    <w:rsid w:val="00A13514"/>
    <w:rsid w:val="00A14905"/>
    <w:rsid w:val="00A1782C"/>
    <w:rsid w:val="00A20FAA"/>
    <w:rsid w:val="00A3212B"/>
    <w:rsid w:val="00A333D7"/>
    <w:rsid w:val="00A349D5"/>
    <w:rsid w:val="00A477C8"/>
    <w:rsid w:val="00A5082C"/>
    <w:rsid w:val="00A50FF2"/>
    <w:rsid w:val="00A51C75"/>
    <w:rsid w:val="00A55993"/>
    <w:rsid w:val="00A62EF5"/>
    <w:rsid w:val="00A64FCC"/>
    <w:rsid w:val="00A70799"/>
    <w:rsid w:val="00A7341D"/>
    <w:rsid w:val="00A76727"/>
    <w:rsid w:val="00A83586"/>
    <w:rsid w:val="00A915F7"/>
    <w:rsid w:val="00A93C3F"/>
    <w:rsid w:val="00A94D49"/>
    <w:rsid w:val="00A95C3E"/>
    <w:rsid w:val="00AB06D8"/>
    <w:rsid w:val="00AB346B"/>
    <w:rsid w:val="00AB7887"/>
    <w:rsid w:val="00AD2A47"/>
    <w:rsid w:val="00AE0072"/>
    <w:rsid w:val="00AF46C7"/>
    <w:rsid w:val="00AF4DF4"/>
    <w:rsid w:val="00AF6860"/>
    <w:rsid w:val="00B0712B"/>
    <w:rsid w:val="00B10239"/>
    <w:rsid w:val="00B1524B"/>
    <w:rsid w:val="00B1637D"/>
    <w:rsid w:val="00B24F4E"/>
    <w:rsid w:val="00B24F87"/>
    <w:rsid w:val="00B27BE5"/>
    <w:rsid w:val="00B27FB1"/>
    <w:rsid w:val="00B35BD0"/>
    <w:rsid w:val="00B36873"/>
    <w:rsid w:val="00B435B8"/>
    <w:rsid w:val="00B45903"/>
    <w:rsid w:val="00B51550"/>
    <w:rsid w:val="00B54930"/>
    <w:rsid w:val="00B56795"/>
    <w:rsid w:val="00B623A9"/>
    <w:rsid w:val="00B6278C"/>
    <w:rsid w:val="00B6281D"/>
    <w:rsid w:val="00B65BA7"/>
    <w:rsid w:val="00B67493"/>
    <w:rsid w:val="00B7343C"/>
    <w:rsid w:val="00B7464A"/>
    <w:rsid w:val="00B814B5"/>
    <w:rsid w:val="00B84ABC"/>
    <w:rsid w:val="00B87457"/>
    <w:rsid w:val="00B948D3"/>
    <w:rsid w:val="00B948FE"/>
    <w:rsid w:val="00B95C1B"/>
    <w:rsid w:val="00B964B3"/>
    <w:rsid w:val="00BA3BAB"/>
    <w:rsid w:val="00BA68C3"/>
    <w:rsid w:val="00BB1113"/>
    <w:rsid w:val="00BB19DB"/>
    <w:rsid w:val="00BB320A"/>
    <w:rsid w:val="00BB6973"/>
    <w:rsid w:val="00BC1918"/>
    <w:rsid w:val="00BC1A71"/>
    <w:rsid w:val="00BC3024"/>
    <w:rsid w:val="00BD096B"/>
    <w:rsid w:val="00BE161A"/>
    <w:rsid w:val="00BE3286"/>
    <w:rsid w:val="00BE5720"/>
    <w:rsid w:val="00BE671D"/>
    <w:rsid w:val="00BF46D5"/>
    <w:rsid w:val="00BF6B70"/>
    <w:rsid w:val="00C24CDB"/>
    <w:rsid w:val="00C35B35"/>
    <w:rsid w:val="00C66BAD"/>
    <w:rsid w:val="00C71BB3"/>
    <w:rsid w:val="00C72AFB"/>
    <w:rsid w:val="00C77DC3"/>
    <w:rsid w:val="00C827F5"/>
    <w:rsid w:val="00C85C47"/>
    <w:rsid w:val="00C91273"/>
    <w:rsid w:val="00C930AB"/>
    <w:rsid w:val="00C9344B"/>
    <w:rsid w:val="00C93EBA"/>
    <w:rsid w:val="00CA5095"/>
    <w:rsid w:val="00CA6547"/>
    <w:rsid w:val="00CB0FC0"/>
    <w:rsid w:val="00CB5BC0"/>
    <w:rsid w:val="00CC28EE"/>
    <w:rsid w:val="00CD4A00"/>
    <w:rsid w:val="00CE59DB"/>
    <w:rsid w:val="00CF1B98"/>
    <w:rsid w:val="00CF241D"/>
    <w:rsid w:val="00D01765"/>
    <w:rsid w:val="00D02FEA"/>
    <w:rsid w:val="00D12DB1"/>
    <w:rsid w:val="00D14DBF"/>
    <w:rsid w:val="00D1517E"/>
    <w:rsid w:val="00D15799"/>
    <w:rsid w:val="00D16263"/>
    <w:rsid w:val="00D23901"/>
    <w:rsid w:val="00D27B29"/>
    <w:rsid w:val="00D33470"/>
    <w:rsid w:val="00D368F2"/>
    <w:rsid w:val="00D3701E"/>
    <w:rsid w:val="00D4509B"/>
    <w:rsid w:val="00D468C5"/>
    <w:rsid w:val="00D52600"/>
    <w:rsid w:val="00D53B3D"/>
    <w:rsid w:val="00D55F8C"/>
    <w:rsid w:val="00D60839"/>
    <w:rsid w:val="00D73102"/>
    <w:rsid w:val="00D77507"/>
    <w:rsid w:val="00D80DE7"/>
    <w:rsid w:val="00D85310"/>
    <w:rsid w:val="00D94EFF"/>
    <w:rsid w:val="00DA0BA4"/>
    <w:rsid w:val="00DA304C"/>
    <w:rsid w:val="00DB30C4"/>
    <w:rsid w:val="00DB4709"/>
    <w:rsid w:val="00DD2174"/>
    <w:rsid w:val="00DD2BCA"/>
    <w:rsid w:val="00DD2DEF"/>
    <w:rsid w:val="00DD3152"/>
    <w:rsid w:val="00DD5DBF"/>
    <w:rsid w:val="00DE2934"/>
    <w:rsid w:val="00E01DC2"/>
    <w:rsid w:val="00E07248"/>
    <w:rsid w:val="00E102F6"/>
    <w:rsid w:val="00E24398"/>
    <w:rsid w:val="00E26F9E"/>
    <w:rsid w:val="00E3617C"/>
    <w:rsid w:val="00E42774"/>
    <w:rsid w:val="00E42E32"/>
    <w:rsid w:val="00E43773"/>
    <w:rsid w:val="00E45347"/>
    <w:rsid w:val="00E471F5"/>
    <w:rsid w:val="00E5065E"/>
    <w:rsid w:val="00E51E1E"/>
    <w:rsid w:val="00E51F08"/>
    <w:rsid w:val="00E52EED"/>
    <w:rsid w:val="00E559D6"/>
    <w:rsid w:val="00E571B6"/>
    <w:rsid w:val="00E61148"/>
    <w:rsid w:val="00E64D20"/>
    <w:rsid w:val="00E665E4"/>
    <w:rsid w:val="00E73313"/>
    <w:rsid w:val="00E90766"/>
    <w:rsid w:val="00E96BC1"/>
    <w:rsid w:val="00EA0D5F"/>
    <w:rsid w:val="00EA20C3"/>
    <w:rsid w:val="00EA530C"/>
    <w:rsid w:val="00EA550B"/>
    <w:rsid w:val="00EA5C59"/>
    <w:rsid w:val="00EB3EB2"/>
    <w:rsid w:val="00EB62E5"/>
    <w:rsid w:val="00EC6C22"/>
    <w:rsid w:val="00EC76FC"/>
    <w:rsid w:val="00ED09F9"/>
    <w:rsid w:val="00ED4DD0"/>
    <w:rsid w:val="00EE0DD1"/>
    <w:rsid w:val="00EE43AB"/>
    <w:rsid w:val="00EE4AB2"/>
    <w:rsid w:val="00EE690B"/>
    <w:rsid w:val="00EE6D22"/>
    <w:rsid w:val="00EE7749"/>
    <w:rsid w:val="00F02364"/>
    <w:rsid w:val="00F1796E"/>
    <w:rsid w:val="00F50EFC"/>
    <w:rsid w:val="00F53B40"/>
    <w:rsid w:val="00F55540"/>
    <w:rsid w:val="00F57C2A"/>
    <w:rsid w:val="00F71775"/>
    <w:rsid w:val="00F75853"/>
    <w:rsid w:val="00F8126D"/>
    <w:rsid w:val="00F81EEC"/>
    <w:rsid w:val="00F83EB4"/>
    <w:rsid w:val="00F90138"/>
    <w:rsid w:val="00F9623E"/>
    <w:rsid w:val="00FA15CE"/>
    <w:rsid w:val="00FA7050"/>
    <w:rsid w:val="00FB0ADA"/>
    <w:rsid w:val="00FB64E0"/>
    <w:rsid w:val="00FC2DB9"/>
    <w:rsid w:val="00FD39DA"/>
    <w:rsid w:val="00FD6395"/>
    <w:rsid w:val="00FD772F"/>
    <w:rsid w:val="00FE744D"/>
    <w:rsid w:val="00FE7622"/>
    <w:rsid w:val="00FE7C92"/>
    <w:rsid w:val="00FF2D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5FBF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uiPriority w:val="99"/>
    <w:qFormat/>
    <w:rsid w:val="00CF241D"/>
    <w:pPr>
      <w:tabs>
        <w:tab w:val="left" w:pos="6663"/>
      </w:tabs>
      <w:spacing w:after="0" w:line="240" w:lineRule="auto"/>
      <w:jc w:val="center"/>
    </w:pPr>
    <w:rPr>
      <w:rFonts w:ascii="Times New Roman" w:hAnsi="Times New Roman"/>
      <w:b/>
      <w:bCs/>
      <w:sz w:val="26"/>
      <w:szCs w:val="26"/>
    </w:rPr>
  </w:style>
  <w:style w:type="paragraph" w:customStyle="1" w:styleId="ConsTitle">
    <w:name w:val="ConsTitle"/>
    <w:uiPriority w:val="99"/>
    <w:rsid w:val="00CF241D"/>
    <w:pPr>
      <w:widowControl w:val="0"/>
      <w:autoSpaceDE w:val="0"/>
      <w:autoSpaceDN w:val="0"/>
      <w:adjustRightInd w:val="0"/>
      <w:ind w:right="19772"/>
    </w:pPr>
    <w:rPr>
      <w:rFonts w:ascii="Arial" w:hAnsi="Arial"/>
      <w:b/>
      <w:sz w:val="16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CF24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F241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rsid w:val="00240FAE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240FAE"/>
    <w:rPr>
      <w:rFonts w:cs="Times New Roman"/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rsid w:val="00240FAE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240FAE"/>
    <w:rPr>
      <w:rFonts w:cs="Times New Roman"/>
      <w:sz w:val="22"/>
      <w:szCs w:val="22"/>
    </w:rPr>
  </w:style>
  <w:style w:type="table" w:styleId="TableGrid">
    <w:name w:val="Table Grid"/>
    <w:basedOn w:val="TableNormal"/>
    <w:uiPriority w:val="99"/>
    <w:locked/>
    <w:rsid w:val="00E61148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1246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6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6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6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6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6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6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6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6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6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6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6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6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1830</TotalTime>
  <Pages>3</Pages>
  <Words>1089</Words>
  <Characters>6210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</dc:creator>
  <cp:keywords/>
  <dc:description/>
  <cp:lastModifiedBy>usr1</cp:lastModifiedBy>
  <cp:revision>202</cp:revision>
  <cp:lastPrinted>2016-09-01T07:39:00Z</cp:lastPrinted>
  <dcterms:created xsi:type="dcterms:W3CDTF">2013-11-26T08:04:00Z</dcterms:created>
  <dcterms:modified xsi:type="dcterms:W3CDTF">2016-10-11T01:33:00Z</dcterms:modified>
</cp:coreProperties>
</file>